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7" w:right="-57"/>
        <w:jc w:val="both"/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/>
          <w:sz w:val="28"/>
          <w:szCs w:val="28"/>
          <w:lang w:val="en-US" w:eastAsia="zh-CN"/>
        </w:rPr>
        <w:t xml:space="preserve">附件1            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中国化学工程集团基础设施事业部</w:t>
      </w:r>
    </w:p>
    <w:p>
      <w:pPr>
        <w:ind w:left="-57" w:right="-57" w:firstLine="1800" w:firstLineChars="500"/>
        <w:jc w:val="both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所属企业2018年</w:t>
      </w:r>
      <w:r>
        <w:rPr>
          <w:rFonts w:hint="eastAsia" w:ascii="方正小标宋简体" w:hAnsi="方正小标宋简体" w:eastAsia="方正小标宋简体"/>
          <w:sz w:val="36"/>
          <w:szCs w:val="36"/>
        </w:rPr>
        <w:t>公开招聘申报表</w:t>
      </w:r>
    </w:p>
    <w:p>
      <w:pPr>
        <w:ind w:left="-57" w:right="-57"/>
        <w:jc w:val="center"/>
        <w:rPr>
          <w:rFonts w:ascii="Calibri" w:hAnsi="Calibri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（本表是资格审核的重要依据，请如实、准确、完整、清晰填写）</w:t>
      </w:r>
    </w:p>
    <w:p>
      <w:pPr>
        <w:spacing w:before="120"/>
        <w:rPr>
          <w:rFonts w:eastAsia="黑体"/>
          <w:sz w:val="21"/>
          <w:szCs w:val="21"/>
        </w:rPr>
      </w:pPr>
    </w:p>
    <w:p>
      <w:pPr>
        <w:spacing w:before="120"/>
        <w:rPr>
          <w:rFonts w:eastAsia="黑体"/>
          <w:sz w:val="21"/>
          <w:szCs w:val="21"/>
        </w:rPr>
      </w:pPr>
      <w:r>
        <w:rPr>
          <w:rFonts w:hint="eastAsia" w:eastAsia="黑体"/>
          <w:sz w:val="24"/>
          <w:szCs w:val="24"/>
        </w:rPr>
        <w:t>申报</w:t>
      </w:r>
      <w:r>
        <w:rPr>
          <w:rFonts w:hint="eastAsia" w:eastAsia="黑体"/>
          <w:sz w:val="24"/>
          <w:szCs w:val="24"/>
          <w:lang w:val="en-US" w:eastAsia="zh-CN"/>
        </w:rPr>
        <w:t>单位及</w:t>
      </w:r>
      <w:r>
        <w:rPr>
          <w:rFonts w:hint="eastAsia" w:eastAsia="黑体"/>
          <w:sz w:val="24"/>
          <w:szCs w:val="24"/>
        </w:rPr>
        <w:t>岗位：</w:t>
      </w:r>
      <w:r>
        <w:rPr>
          <w:rFonts w:eastAsia="黑体"/>
          <w:sz w:val="24"/>
          <w:szCs w:val="24"/>
        </w:rPr>
        <w:t xml:space="preserve">  </w:t>
      </w:r>
      <w:bookmarkStart w:id="0" w:name="_GoBack"/>
      <w:bookmarkEnd w:id="0"/>
    </w:p>
    <w:tbl>
      <w:tblPr>
        <w:tblStyle w:val="6"/>
        <w:tblW w:w="9612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2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贯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</w:t>
            </w:r>
            <w:r>
              <w:rPr>
                <w:rFonts w:ascii="Calibri" w:hAnsi="Calibri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族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是否同意调剂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在职教育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现工作单位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现任职务时间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专业技术资格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相关资格证书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手机及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EMAIL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学历教育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培训经历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5" w:hRule="exac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工作经历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近年主要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工作业绩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42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奖惩情况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42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熟悉专业、业务及特长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社会</w:t>
            </w:r>
          </w:p>
          <w:p>
            <w:pPr>
              <w:ind w:left="-160" w:right="-1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</w:tbl>
    <w:p>
      <w:pPr>
        <w:spacing w:before="120"/>
      </w:pPr>
    </w:p>
    <w:sectPr>
      <w:footerReference r:id="rId3" w:type="default"/>
      <w:endnotePr>
        <w:numFmt w:val="decimal"/>
      </w:endnotePr>
      <w:pgSz w:w="11906" w:h="16838"/>
      <w:pgMar w:top="2098" w:right="1474" w:bottom="1701" w:left="1588" w:header="720" w:footer="136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\* Arabic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2</w:t>
    </w:r>
    <w:r>
      <w:rPr>
        <w:b/>
        <w:sz w:val="24"/>
        <w:szCs w:val="24"/>
      </w:rPr>
      <w:fldChar w:fldCharType="end"/>
    </w:r>
    <w:r>
      <w:t xml:space="preserve"> /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NUMPAGES \* Arabic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2</w:t>
    </w:r>
    <w:r>
      <w:rPr>
        <w:b/>
        <w:sz w:val="24"/>
        <w:szCs w:val="24"/>
      </w:rPr>
      <w:fldChar w:fldCharType="end"/>
    </w: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endnotePr>
    <w:numFmt w:val="decimal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29E"/>
    <w:rsid w:val="000368F7"/>
    <w:rsid w:val="000401E5"/>
    <w:rsid w:val="0005218B"/>
    <w:rsid w:val="00117967"/>
    <w:rsid w:val="00131D0D"/>
    <w:rsid w:val="00201953"/>
    <w:rsid w:val="00213494"/>
    <w:rsid w:val="0027459F"/>
    <w:rsid w:val="00295406"/>
    <w:rsid w:val="002B4962"/>
    <w:rsid w:val="002E5C38"/>
    <w:rsid w:val="00401A04"/>
    <w:rsid w:val="00404E7C"/>
    <w:rsid w:val="00451AE0"/>
    <w:rsid w:val="004B029E"/>
    <w:rsid w:val="004D77E1"/>
    <w:rsid w:val="004F2894"/>
    <w:rsid w:val="00571997"/>
    <w:rsid w:val="00596067"/>
    <w:rsid w:val="00631B4E"/>
    <w:rsid w:val="00636A42"/>
    <w:rsid w:val="006674C6"/>
    <w:rsid w:val="006D7886"/>
    <w:rsid w:val="006D7C59"/>
    <w:rsid w:val="006E1C6E"/>
    <w:rsid w:val="00784556"/>
    <w:rsid w:val="007C0954"/>
    <w:rsid w:val="007C11A4"/>
    <w:rsid w:val="007E178E"/>
    <w:rsid w:val="007F4DCA"/>
    <w:rsid w:val="008410FC"/>
    <w:rsid w:val="00891BD1"/>
    <w:rsid w:val="008A57F6"/>
    <w:rsid w:val="008B0795"/>
    <w:rsid w:val="00975C37"/>
    <w:rsid w:val="009A1349"/>
    <w:rsid w:val="009B4277"/>
    <w:rsid w:val="00A24246"/>
    <w:rsid w:val="00A3130B"/>
    <w:rsid w:val="00A62AFE"/>
    <w:rsid w:val="00A7793B"/>
    <w:rsid w:val="00AE7C8F"/>
    <w:rsid w:val="00BA1BCD"/>
    <w:rsid w:val="00BB5E7D"/>
    <w:rsid w:val="00C57E0E"/>
    <w:rsid w:val="00CA4821"/>
    <w:rsid w:val="00CB0CD3"/>
    <w:rsid w:val="00CF3583"/>
    <w:rsid w:val="00D07765"/>
    <w:rsid w:val="00DA1BA8"/>
    <w:rsid w:val="00DB33B0"/>
    <w:rsid w:val="00DD2093"/>
    <w:rsid w:val="00E3615C"/>
    <w:rsid w:val="00E55D9A"/>
    <w:rsid w:val="00EF2364"/>
    <w:rsid w:val="00F149B9"/>
    <w:rsid w:val="00F17290"/>
    <w:rsid w:val="00F33915"/>
    <w:rsid w:val="00F66646"/>
    <w:rsid w:val="08692F36"/>
    <w:rsid w:val="0E587E15"/>
    <w:rsid w:val="11024E94"/>
    <w:rsid w:val="226444A7"/>
    <w:rsid w:val="24054FF8"/>
    <w:rsid w:val="2B054886"/>
    <w:rsid w:val="3180409C"/>
    <w:rsid w:val="37E7737B"/>
    <w:rsid w:val="3CA96881"/>
    <w:rsid w:val="44C4424C"/>
    <w:rsid w:val="4E48158B"/>
    <w:rsid w:val="52A569D2"/>
    <w:rsid w:val="58EE07A3"/>
    <w:rsid w:val="5A076E42"/>
    <w:rsid w:val="5DCF3121"/>
    <w:rsid w:val="67561433"/>
    <w:rsid w:val="6B8B5AAD"/>
    <w:rsid w:val="70E9093A"/>
    <w:rsid w:val="76CB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1"/>
      <w:sz w:val="32"/>
      <w:szCs w:val="2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99"/>
    <w:pPr>
      <w:ind w:firstLine="560"/>
    </w:pPr>
    <w:rPr>
      <w:sz w:val="28"/>
      <w:szCs w:val="24"/>
    </w:rPr>
  </w:style>
  <w:style w:type="paragraph" w:styleId="3">
    <w:name w:val="footer"/>
    <w:basedOn w:val="1"/>
    <w:link w:val="8"/>
    <w:qFormat/>
    <w:uiPriority w:val="99"/>
    <w:pPr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shd w:val="solid" w:color="auto" w:fill="auto"/>
      <w:jc w:val="center"/>
    </w:pPr>
    <w:rPr>
      <w:sz w:val="18"/>
      <w:szCs w:val="18"/>
    </w:rPr>
  </w:style>
  <w:style w:type="character" w:customStyle="1" w:styleId="7">
    <w:name w:val="Body Text Indent 2 Char"/>
    <w:basedOn w:val="5"/>
    <w:link w:val="2"/>
    <w:semiHidden/>
    <w:qFormat/>
    <w:locked/>
    <w:uiPriority w:val="99"/>
    <w:rPr>
      <w:rFonts w:cs="Times New Roman"/>
      <w:kern w:val="1"/>
      <w:sz w:val="20"/>
      <w:szCs w:val="20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cs="Times New Roman"/>
      <w:kern w:val="1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kern w:val="1"/>
      <w:sz w:val="18"/>
      <w:szCs w:val="18"/>
    </w:rPr>
  </w:style>
  <w:style w:type="paragraph" w:customStyle="1" w:styleId="10">
    <w:name w:val="列出段落1"/>
    <w:qFormat/>
    <w:uiPriority w:val="99"/>
    <w:pPr>
      <w:widowControl w:val="0"/>
      <w:ind w:firstLine="420"/>
      <w:jc w:val="both"/>
    </w:pPr>
    <w:rPr>
      <w:rFonts w:ascii="Times New Roman" w:hAnsi="Times New Roman" w:eastAsia="仿宋_GB2312" w:cs="Times New Roman"/>
      <w:kern w:val="1"/>
      <w:sz w:val="32"/>
      <w:szCs w:val="20"/>
      <w:lang w:val="en-US" w:eastAsia="zh-CN" w:bidi="ar-SA"/>
    </w:rPr>
  </w:style>
  <w:style w:type="character" w:customStyle="1" w:styleId="11">
    <w:name w:val="页脚 Char"/>
    <w:qFormat/>
    <w:uiPriority w:val="99"/>
    <w:rPr>
      <w:sz w:val="18"/>
    </w:rPr>
  </w:style>
  <w:style w:type="character" w:customStyle="1" w:styleId="12">
    <w:name w:val="正文文本缩进 2 Char"/>
    <w:qFormat/>
    <w:uiPriority w:val="99"/>
    <w:rPr>
      <w:rFonts w:ascii="Times New Roman" w:hAnsi="Times New Roman" w:eastAsia="仿宋_GB2312"/>
      <w:sz w:val="24"/>
    </w:rPr>
  </w:style>
  <w:style w:type="character" w:customStyle="1" w:styleId="13">
    <w:name w:val="页眉 Char"/>
    <w:qFormat/>
    <w:uiPriority w:val="99"/>
    <w:rPr>
      <w:rFonts w:ascii="Times New Roman" w:hAnsi="Times New Roman" w:eastAsia="仿宋_GB231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202</Words>
  <Characters>1154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2017-10-19T14:57:00Z</dcterms:created>
  <dc:creator>haolei duan</dc:creator>
  <cp:lastModifiedBy>让幽灵飞</cp:lastModifiedBy>
  <dcterms:modified xsi:type="dcterms:W3CDTF">2018-10-11T14:58:13Z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